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39731" w14:textId="3249C91F" w:rsidR="00463F67" w:rsidRDefault="00865523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3B7C6C47CA97405CAB3CB9D1298B2D3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D1522" w:rsidRPr="00ED1522">
            <w:rPr>
              <w:kern w:val="32"/>
              <w:szCs w:val="24"/>
            </w:rPr>
            <w:t>Form A19 Flight crew member flight and duty record - CAO 48.1</w:t>
          </w:r>
        </w:sdtContent>
      </w:sdt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924"/>
        <w:gridCol w:w="3600"/>
        <w:gridCol w:w="992"/>
        <w:gridCol w:w="1177"/>
        <w:gridCol w:w="2083"/>
        <w:gridCol w:w="992"/>
        <w:gridCol w:w="1701"/>
        <w:gridCol w:w="2919"/>
      </w:tblGrid>
      <w:tr w:rsidR="00664144" w14:paraId="5E604775" w14:textId="77777777" w:rsidTr="007F34A2">
        <w:trPr>
          <w:trHeight w:val="536"/>
        </w:trPr>
        <w:tc>
          <w:tcPr>
            <w:tcW w:w="1924" w:type="dxa"/>
          </w:tcPr>
          <w:p w14:paraId="2753CE73" w14:textId="21607C70" w:rsidR="00664144" w:rsidRDefault="00664144" w:rsidP="00ED1522">
            <w:r w:rsidRPr="007C3208">
              <w:rPr>
                <w:rStyle w:val="bold"/>
              </w:rPr>
              <w:t>FCM</w:t>
            </w:r>
            <w:r>
              <w:rPr>
                <w:rStyle w:val="bold"/>
              </w:rPr>
              <w:t xml:space="preserve"> Name</w:t>
            </w:r>
          </w:p>
        </w:tc>
        <w:tc>
          <w:tcPr>
            <w:tcW w:w="3600" w:type="dxa"/>
          </w:tcPr>
          <w:p w14:paraId="5523DA88" w14:textId="77777777" w:rsidR="00664144" w:rsidRDefault="00664144" w:rsidP="00ED1522"/>
        </w:tc>
        <w:tc>
          <w:tcPr>
            <w:tcW w:w="992" w:type="dxa"/>
          </w:tcPr>
          <w:p w14:paraId="5B837B8E" w14:textId="6FC9E653" w:rsidR="00664144" w:rsidRPr="007F34A2" w:rsidRDefault="00664144" w:rsidP="00ED1522">
            <w:pPr>
              <w:rPr>
                <w:b/>
                <w:bCs/>
              </w:rPr>
            </w:pPr>
            <w:r w:rsidRPr="007F34A2">
              <w:rPr>
                <w:b/>
                <w:bCs/>
              </w:rPr>
              <w:t>Start</w:t>
            </w:r>
          </w:p>
        </w:tc>
        <w:tc>
          <w:tcPr>
            <w:tcW w:w="1177" w:type="dxa"/>
          </w:tcPr>
          <w:p w14:paraId="5E27E2DB" w14:textId="15B59205" w:rsidR="00664144" w:rsidRDefault="00664144" w:rsidP="00ED1522">
            <w:r>
              <w:t>Sunday</w:t>
            </w:r>
          </w:p>
        </w:tc>
        <w:tc>
          <w:tcPr>
            <w:tcW w:w="2083" w:type="dxa"/>
          </w:tcPr>
          <w:p w14:paraId="3B36D775" w14:textId="431D7BB0" w:rsidR="00664144" w:rsidRDefault="007F34A2" w:rsidP="00ED1522">
            <w:r>
              <w:rPr>
                <w:rStyle w:val="Authorinstruction"/>
              </w:rPr>
              <w:t>{Insert date}</w:t>
            </w:r>
          </w:p>
        </w:tc>
        <w:tc>
          <w:tcPr>
            <w:tcW w:w="992" w:type="dxa"/>
          </w:tcPr>
          <w:p w14:paraId="41F46C8F" w14:textId="53FA141E" w:rsidR="00664144" w:rsidRPr="007F34A2" w:rsidRDefault="007F34A2" w:rsidP="00ED1522">
            <w:pPr>
              <w:rPr>
                <w:b/>
                <w:bCs/>
              </w:rPr>
            </w:pPr>
            <w:r w:rsidRPr="007F34A2">
              <w:rPr>
                <w:b/>
                <w:bCs/>
              </w:rPr>
              <w:t>End</w:t>
            </w:r>
          </w:p>
        </w:tc>
        <w:tc>
          <w:tcPr>
            <w:tcW w:w="1701" w:type="dxa"/>
          </w:tcPr>
          <w:p w14:paraId="07884A2D" w14:textId="5DC2C9B4" w:rsidR="00664144" w:rsidRDefault="007F34A2" w:rsidP="00ED1522">
            <w:r>
              <w:t>Saturday</w:t>
            </w:r>
          </w:p>
        </w:tc>
        <w:tc>
          <w:tcPr>
            <w:tcW w:w="2919" w:type="dxa"/>
          </w:tcPr>
          <w:p w14:paraId="58F5879C" w14:textId="05BB0D22" w:rsidR="00664144" w:rsidRDefault="007F34A2" w:rsidP="00ED1522">
            <w:r>
              <w:rPr>
                <w:rStyle w:val="Authorinstruction"/>
              </w:rPr>
              <w:t>{Insert date}</w:t>
            </w:r>
          </w:p>
        </w:tc>
      </w:tr>
    </w:tbl>
    <w:p w14:paraId="05C5BACE" w14:textId="77777777" w:rsidR="00664144" w:rsidRDefault="00664144" w:rsidP="00ED1522"/>
    <w:tbl>
      <w:tblPr>
        <w:tblStyle w:val="SD-MOStable"/>
        <w:tblW w:w="5000" w:type="pct"/>
        <w:tblLook w:val="06A0" w:firstRow="1" w:lastRow="0" w:firstColumn="1" w:lastColumn="0" w:noHBand="1" w:noVBand="1"/>
        <w:tblCaption w:val="4B11 CAO 48.1 – Flight Crew Member Flight &amp; Duty Record"/>
        <w:tblDescription w:val="4B11 CAO 48.1 – Flight Crew Member Flight &amp; Duty Record"/>
      </w:tblPr>
      <w:tblGrid>
        <w:gridCol w:w="575"/>
        <w:gridCol w:w="1264"/>
        <w:gridCol w:w="1357"/>
        <w:gridCol w:w="1019"/>
        <w:gridCol w:w="1225"/>
        <w:gridCol w:w="1019"/>
        <w:gridCol w:w="1225"/>
        <w:gridCol w:w="1019"/>
        <w:gridCol w:w="1019"/>
        <w:gridCol w:w="2733"/>
        <w:gridCol w:w="2933"/>
      </w:tblGrid>
      <w:tr w:rsidR="00ED1522" w:rsidRPr="007C3208" w14:paraId="3334A910" w14:textId="77777777" w:rsidTr="00F50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4" w:space="0" w:color="0080A2" w:themeColor="accent2"/>
            </w:tcBorders>
          </w:tcPr>
          <w:p w14:paraId="4B25DF5B" w14:textId="77777777" w:rsidR="00ED1522" w:rsidRPr="007C3208" w:rsidRDefault="00ED1522" w:rsidP="00F3353D">
            <w:r w:rsidRPr="007C3208">
              <w:t>Date</w:t>
            </w:r>
          </w:p>
        </w:tc>
        <w:tc>
          <w:tcPr>
            <w:tcW w:w="411" w:type="pct"/>
            <w:tcBorders>
              <w:bottom w:val="single" w:sz="4" w:space="0" w:color="0080A2" w:themeColor="accent2"/>
            </w:tcBorders>
          </w:tcPr>
          <w:p w14:paraId="06F6817A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FDP start</w:t>
            </w:r>
          </w:p>
        </w:tc>
        <w:tc>
          <w:tcPr>
            <w:tcW w:w="441" w:type="pct"/>
            <w:tcBorders>
              <w:bottom w:val="single" w:sz="4" w:space="0" w:color="0080A2" w:themeColor="accent2"/>
            </w:tcBorders>
          </w:tcPr>
          <w:p w14:paraId="39D1C983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FDP finish</w:t>
            </w:r>
          </w:p>
        </w:tc>
        <w:tc>
          <w:tcPr>
            <w:tcW w:w="331" w:type="pct"/>
            <w:tcBorders>
              <w:bottom w:val="single" w:sz="4" w:space="0" w:color="0080A2" w:themeColor="accent2"/>
            </w:tcBorders>
          </w:tcPr>
          <w:p w14:paraId="402C762A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Total Duty</w:t>
            </w:r>
          </w:p>
        </w:tc>
        <w:tc>
          <w:tcPr>
            <w:tcW w:w="398" w:type="pct"/>
            <w:tcBorders>
              <w:bottom w:val="single" w:sz="4" w:space="0" w:color="0080A2" w:themeColor="accent2"/>
            </w:tcBorders>
          </w:tcPr>
          <w:p w14:paraId="04BDFF5B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FDP extended?</w:t>
            </w:r>
            <w:r w:rsidRPr="00F50E88">
              <w:rPr>
                <w:vertAlign w:val="superscript"/>
              </w:rPr>
              <w:t>1</w:t>
            </w:r>
          </w:p>
        </w:tc>
        <w:tc>
          <w:tcPr>
            <w:tcW w:w="331" w:type="pct"/>
            <w:tcBorders>
              <w:bottom w:val="single" w:sz="4" w:space="0" w:color="0080A2" w:themeColor="accent2"/>
            </w:tcBorders>
          </w:tcPr>
          <w:p w14:paraId="07F9EE39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Total Flight</w:t>
            </w:r>
          </w:p>
        </w:tc>
        <w:tc>
          <w:tcPr>
            <w:tcW w:w="398" w:type="pct"/>
          </w:tcPr>
          <w:p w14:paraId="1A34C1F9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Flt time extended?</w:t>
            </w:r>
            <w:r w:rsidRPr="00F50E88">
              <w:rPr>
                <w:vertAlign w:val="superscript"/>
              </w:rPr>
              <w:t>2</w:t>
            </w:r>
          </w:p>
        </w:tc>
        <w:tc>
          <w:tcPr>
            <w:tcW w:w="331" w:type="pct"/>
          </w:tcPr>
          <w:p w14:paraId="750228F2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28 Day Flt Time</w:t>
            </w:r>
          </w:p>
        </w:tc>
        <w:tc>
          <w:tcPr>
            <w:tcW w:w="331" w:type="pct"/>
          </w:tcPr>
          <w:p w14:paraId="6EE9D4A8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365 Day Flt Time</w:t>
            </w:r>
          </w:p>
        </w:tc>
        <w:tc>
          <w:tcPr>
            <w:tcW w:w="888" w:type="pct"/>
          </w:tcPr>
          <w:p w14:paraId="1B901DE8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Remarks</w:t>
            </w:r>
          </w:p>
        </w:tc>
        <w:tc>
          <w:tcPr>
            <w:tcW w:w="953" w:type="pct"/>
          </w:tcPr>
          <w:p w14:paraId="02D7FDEA" w14:textId="77777777" w:rsidR="00ED1522" w:rsidRPr="007C3208" w:rsidRDefault="00ED1522" w:rsidP="00F335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t>Signature</w:t>
            </w:r>
          </w:p>
        </w:tc>
      </w:tr>
      <w:tr w:rsidR="003904CF" w:rsidRPr="007C3208" w14:paraId="44D1015D" w14:textId="77777777" w:rsidTr="00F50E88">
        <w:trPr>
          <w:trHeight w:val="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4" w:space="0" w:color="0080A2" w:themeColor="accent2"/>
              <w:left w:val="single" w:sz="4" w:space="0" w:color="0080A2" w:themeColor="accent2"/>
              <w:bottom w:val="single" w:sz="4" w:space="0" w:color="0080A2" w:themeColor="accent2"/>
              <w:right w:val="nil"/>
            </w:tcBorders>
          </w:tcPr>
          <w:p w14:paraId="717708E4" w14:textId="77777777" w:rsidR="003904CF" w:rsidRPr="007C3208" w:rsidRDefault="003904CF" w:rsidP="00F3353D"/>
        </w:tc>
        <w:tc>
          <w:tcPr>
            <w:tcW w:w="41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7E9D00AB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682FAB69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07CFCEC3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4A3BCCBB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7329FD1E" w14:textId="0E8C727B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  <w:tcBorders>
              <w:left w:val="single" w:sz="4" w:space="0" w:color="0080A2" w:themeColor="accent2"/>
            </w:tcBorders>
          </w:tcPr>
          <w:p w14:paraId="2CE06A46" w14:textId="3D1089C3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rPr>
                <w:rStyle w:val="bold"/>
              </w:rPr>
              <w:t>Brought Forward</w:t>
            </w:r>
          </w:p>
        </w:tc>
        <w:tc>
          <w:tcPr>
            <w:tcW w:w="331" w:type="pct"/>
          </w:tcPr>
          <w:p w14:paraId="3859DB5E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6A417A1D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6CF6A9FC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4DE427A0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522" w:rsidRPr="007C3208" w14:paraId="756EABBA" w14:textId="77777777" w:rsidTr="003904CF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56C510FF" w14:textId="77777777" w:rsidR="00ED1522" w:rsidRPr="007C3208" w:rsidRDefault="00ED1522" w:rsidP="00F3353D">
            <w:r w:rsidRPr="007C3208">
              <w:t>SU</w:t>
            </w:r>
          </w:p>
        </w:tc>
        <w:tc>
          <w:tcPr>
            <w:tcW w:w="411" w:type="pct"/>
          </w:tcPr>
          <w:p w14:paraId="6129EC76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</w:tcPr>
          <w:p w14:paraId="2061654D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53780D2B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3F9E0E6D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2D9C4357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5ED02EFB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73A72CDF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6F71511C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694180CD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10F72C64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522" w:rsidRPr="007C3208" w14:paraId="571F86C1" w14:textId="77777777" w:rsidTr="003904CF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31BEEFA3" w14:textId="77777777" w:rsidR="00ED1522" w:rsidRPr="007C3208" w:rsidRDefault="00ED1522" w:rsidP="00F3353D">
            <w:r w:rsidRPr="007C3208">
              <w:t>MO</w:t>
            </w:r>
          </w:p>
        </w:tc>
        <w:tc>
          <w:tcPr>
            <w:tcW w:w="411" w:type="pct"/>
          </w:tcPr>
          <w:p w14:paraId="04FC1DCE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</w:tcPr>
          <w:p w14:paraId="5710164A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1F340667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29E65803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04CB4695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055F6D4B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38F07B56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7CB868B5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4995D91F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14B74D5C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522" w:rsidRPr="007C3208" w14:paraId="42308DE8" w14:textId="77777777" w:rsidTr="003904CF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6F818D20" w14:textId="77777777" w:rsidR="00ED1522" w:rsidRPr="007C3208" w:rsidRDefault="00ED1522" w:rsidP="00F3353D">
            <w:r w:rsidRPr="007C3208">
              <w:t>TU</w:t>
            </w:r>
          </w:p>
        </w:tc>
        <w:tc>
          <w:tcPr>
            <w:tcW w:w="411" w:type="pct"/>
          </w:tcPr>
          <w:p w14:paraId="580FFDDC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</w:tcPr>
          <w:p w14:paraId="788AB6DD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7C96233C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26D2A4D1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7A09AEAE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607F315C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0A9582D9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24C96BF1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5E3EBD5D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27F37732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522" w:rsidRPr="007C3208" w14:paraId="50E4AE18" w14:textId="77777777" w:rsidTr="003904CF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5BC0E7D4" w14:textId="77777777" w:rsidR="00ED1522" w:rsidRPr="007C3208" w:rsidRDefault="00ED1522" w:rsidP="00F3353D">
            <w:r w:rsidRPr="007C3208">
              <w:t>WE</w:t>
            </w:r>
          </w:p>
        </w:tc>
        <w:tc>
          <w:tcPr>
            <w:tcW w:w="411" w:type="pct"/>
          </w:tcPr>
          <w:p w14:paraId="128A9519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</w:tcPr>
          <w:p w14:paraId="698694D4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6B08846C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40CD034B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140428FE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7EA55C74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28D8D995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22200452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41527370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13236BA1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522" w:rsidRPr="007C3208" w14:paraId="01EA1ADE" w14:textId="77777777" w:rsidTr="003904CF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6FF7A7CE" w14:textId="77777777" w:rsidR="00ED1522" w:rsidRPr="007C3208" w:rsidRDefault="00ED1522" w:rsidP="00F3353D">
            <w:r w:rsidRPr="007C3208">
              <w:t>TH</w:t>
            </w:r>
          </w:p>
        </w:tc>
        <w:tc>
          <w:tcPr>
            <w:tcW w:w="411" w:type="pct"/>
          </w:tcPr>
          <w:p w14:paraId="0AED88EB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</w:tcPr>
          <w:p w14:paraId="55AA553E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02951C5F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2D6E0AC1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719F6854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0B7243AC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399AD95A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0491308F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51008FC7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1D98971E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522" w:rsidRPr="007C3208" w14:paraId="1235AEC8" w14:textId="77777777" w:rsidTr="003904CF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D155646" w14:textId="77777777" w:rsidR="00ED1522" w:rsidRPr="007C3208" w:rsidRDefault="00ED1522" w:rsidP="00F3353D">
            <w:r w:rsidRPr="007C3208">
              <w:t>FR</w:t>
            </w:r>
          </w:p>
        </w:tc>
        <w:tc>
          <w:tcPr>
            <w:tcW w:w="411" w:type="pct"/>
          </w:tcPr>
          <w:p w14:paraId="069B6193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</w:tcPr>
          <w:p w14:paraId="11FAF9F8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645464CE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14AC1140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281E72A2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3320750A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7F36BF58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72579471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24E6AE76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40BF9EA3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522" w:rsidRPr="007C3208" w14:paraId="452067F6" w14:textId="77777777" w:rsidTr="00F50E88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bottom w:val="single" w:sz="4" w:space="0" w:color="0080A2" w:themeColor="accent2"/>
            </w:tcBorders>
          </w:tcPr>
          <w:p w14:paraId="307EE0C9" w14:textId="77777777" w:rsidR="00ED1522" w:rsidRPr="007C3208" w:rsidRDefault="00ED1522" w:rsidP="00F3353D">
            <w:r w:rsidRPr="007C3208">
              <w:t>SA</w:t>
            </w:r>
          </w:p>
        </w:tc>
        <w:tc>
          <w:tcPr>
            <w:tcW w:w="411" w:type="pct"/>
            <w:tcBorders>
              <w:bottom w:val="single" w:sz="4" w:space="0" w:color="0080A2" w:themeColor="accent2"/>
            </w:tcBorders>
          </w:tcPr>
          <w:p w14:paraId="0E82465B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  <w:tcBorders>
              <w:bottom w:val="single" w:sz="4" w:space="0" w:color="0080A2" w:themeColor="accent2"/>
            </w:tcBorders>
          </w:tcPr>
          <w:p w14:paraId="36D1C18A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  <w:tcBorders>
              <w:bottom w:val="single" w:sz="4" w:space="0" w:color="0080A2" w:themeColor="accent2"/>
            </w:tcBorders>
          </w:tcPr>
          <w:p w14:paraId="27FA929E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  <w:tcBorders>
              <w:bottom w:val="single" w:sz="4" w:space="0" w:color="0080A2" w:themeColor="accent2"/>
            </w:tcBorders>
          </w:tcPr>
          <w:p w14:paraId="52D775D0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  <w:tcBorders>
              <w:bottom w:val="single" w:sz="4" w:space="0" w:color="0080A2" w:themeColor="accent2"/>
            </w:tcBorders>
          </w:tcPr>
          <w:p w14:paraId="2ECF922B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</w:tcPr>
          <w:p w14:paraId="6C273AC9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38070F94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01ED839A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0FDE4E77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5E74E274" w14:textId="77777777" w:rsidR="00ED1522" w:rsidRPr="007C3208" w:rsidRDefault="00ED1522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4CF" w:rsidRPr="007C3208" w14:paraId="4BBB26E3" w14:textId="77777777" w:rsidTr="00F50E88">
        <w:trPr>
          <w:trHeight w:val="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single" w:sz="4" w:space="0" w:color="0080A2" w:themeColor="accent2"/>
              <w:left w:val="single" w:sz="4" w:space="0" w:color="0080A2" w:themeColor="accent2"/>
              <w:bottom w:val="single" w:sz="4" w:space="0" w:color="0080A2" w:themeColor="accent2"/>
              <w:right w:val="nil"/>
            </w:tcBorders>
          </w:tcPr>
          <w:p w14:paraId="0B2FE07C" w14:textId="77777777" w:rsidR="003904CF" w:rsidRPr="007C3208" w:rsidRDefault="003904CF" w:rsidP="00F3353D"/>
        </w:tc>
        <w:tc>
          <w:tcPr>
            <w:tcW w:w="41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46C39D6F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4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597B817E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72239444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nil"/>
            </w:tcBorders>
          </w:tcPr>
          <w:p w14:paraId="59FBD835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  <w:tcBorders>
              <w:top w:val="single" w:sz="4" w:space="0" w:color="0080A2" w:themeColor="accent2"/>
              <w:left w:val="nil"/>
              <w:bottom w:val="single" w:sz="4" w:space="0" w:color="0080A2" w:themeColor="accent2"/>
              <w:right w:val="single" w:sz="4" w:space="0" w:color="0080A2" w:themeColor="accent2"/>
            </w:tcBorders>
          </w:tcPr>
          <w:p w14:paraId="2DA24B7D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8" w:type="pct"/>
            <w:tcBorders>
              <w:left w:val="single" w:sz="4" w:space="0" w:color="0080A2" w:themeColor="accent2"/>
            </w:tcBorders>
          </w:tcPr>
          <w:p w14:paraId="4636B2E8" w14:textId="24912A3C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208">
              <w:rPr>
                <w:rStyle w:val="bold"/>
              </w:rPr>
              <w:t>Carry Forward</w:t>
            </w:r>
          </w:p>
        </w:tc>
        <w:tc>
          <w:tcPr>
            <w:tcW w:w="331" w:type="pct"/>
          </w:tcPr>
          <w:p w14:paraId="3B7A4679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1" w:type="pct"/>
          </w:tcPr>
          <w:p w14:paraId="5CEE61C7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8" w:type="pct"/>
          </w:tcPr>
          <w:p w14:paraId="4029F69F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14:paraId="24E6F7BF" w14:textId="77777777" w:rsidR="003904CF" w:rsidRPr="007C3208" w:rsidRDefault="003904CF" w:rsidP="00F335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51CD8B" w14:textId="53D3E338" w:rsidR="00ED1522" w:rsidRPr="00A96FED" w:rsidRDefault="00ED1522" w:rsidP="00ED1522">
      <w:pPr>
        <w:pStyle w:val="ExampleBoxHeading"/>
      </w:pPr>
      <w:r w:rsidRPr="00A96FED">
        <w:t>Instructions for extensions</w:t>
      </w:r>
    </w:p>
    <w:p w14:paraId="50470EC2" w14:textId="56639607" w:rsidR="00ED1522" w:rsidRDefault="00ED1522" w:rsidP="00DE075B">
      <w:pPr>
        <w:pStyle w:val="ExampleBoxText"/>
        <w:numPr>
          <w:ilvl w:val="0"/>
          <w:numId w:val="25"/>
        </w:numPr>
      </w:pPr>
      <w:r w:rsidRPr="00A96FED">
        <w:t xml:space="preserve">Was your FDP extended – Yes / No? (annotate column as appropriate). If </w:t>
      </w:r>
      <w:r>
        <w:t>'</w:t>
      </w:r>
      <w:r w:rsidRPr="00A96FED">
        <w:t>YES</w:t>
      </w:r>
      <w:r>
        <w:t>'</w:t>
      </w:r>
      <w:r w:rsidRPr="00A96FED">
        <w:t>, provide a summary or reasons for the extension in the remarks section.</w:t>
      </w:r>
    </w:p>
    <w:p w14:paraId="58ADC53A" w14:textId="585BFC0E" w:rsidR="00ED1522" w:rsidRPr="00ED1522" w:rsidRDefault="00ED1522" w:rsidP="00ED1522">
      <w:pPr>
        <w:pStyle w:val="ExampleBoxText"/>
        <w:numPr>
          <w:ilvl w:val="0"/>
          <w:numId w:val="25"/>
        </w:numPr>
      </w:pPr>
      <w:r w:rsidRPr="00A96FED">
        <w:t xml:space="preserve">Did your flight time exceed seven hours – Yes / No? (annotate column as appropriate). If </w:t>
      </w:r>
      <w:r>
        <w:t>'</w:t>
      </w:r>
      <w:r w:rsidRPr="00A96FED">
        <w:t>YES</w:t>
      </w:r>
      <w:r>
        <w:t>'</w:t>
      </w:r>
      <w:r w:rsidRPr="00A96FED">
        <w:t>, provide summary and reasons for the extension in the remarks section.</w:t>
      </w:r>
    </w:p>
    <w:sectPr w:rsidR="00ED1522" w:rsidRPr="00ED1522" w:rsidSect="00ED1522"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3FB62" w14:textId="77777777" w:rsidR="00CE77F0" w:rsidRDefault="00CE77F0" w:rsidP="008E21DE">
      <w:pPr>
        <w:spacing w:before="0" w:after="0"/>
      </w:pPr>
      <w:r>
        <w:separator/>
      </w:r>
    </w:p>
    <w:p w14:paraId="50BFC9AD" w14:textId="77777777" w:rsidR="00CE77F0" w:rsidRDefault="00CE77F0"/>
  </w:endnote>
  <w:endnote w:type="continuationSeparator" w:id="0">
    <w:p w14:paraId="2F8C65BF" w14:textId="77777777" w:rsidR="00CE77F0" w:rsidRDefault="00CE77F0" w:rsidP="008E21DE">
      <w:pPr>
        <w:spacing w:before="0" w:after="0"/>
      </w:pPr>
      <w:r>
        <w:continuationSeparator/>
      </w:r>
    </w:p>
    <w:p w14:paraId="382828E1" w14:textId="77777777" w:rsidR="00CE77F0" w:rsidRDefault="00CE7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CD9EB" w14:textId="7315C815" w:rsidR="00013309" w:rsidRPr="00500DA0" w:rsidRDefault="00865523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3B7C6C47CA97405CAB3CB9D1298B2D3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D1522">
          <w:rPr>
            <w:rFonts w:ascii="ArialMT" w:hAnsi="ArialMT" w:cs="ArialMT"/>
            <w:szCs w:val="16"/>
          </w:rPr>
          <w:t>Form A19 Flight crew member flight and duty record - CAO 48.1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520FB" w14:textId="77777777" w:rsidR="00013309" w:rsidRDefault="00013309" w:rsidP="00013309">
    <w:pPr>
      <w:pStyle w:val="Footer"/>
    </w:pPr>
    <w:r>
      <w:t>Civil Aviation Safety Authority</w:t>
    </w:r>
  </w:p>
  <w:p w14:paraId="42AEFB99" w14:textId="21E237ED" w:rsidR="00013309" w:rsidRDefault="00865523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D1522">
          <w:rPr>
            <w:rFonts w:ascii="ArialMT" w:hAnsi="ArialMT" w:cs="ArialMT"/>
            <w:szCs w:val="16"/>
          </w:rPr>
          <w:t>Form A19 Flight crew member flight and duty record - CAO 48.1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ED1522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ED1522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4DF70230" w14:textId="77777777" w:rsidR="00013309" w:rsidRPr="00A365CA" w:rsidRDefault="00865523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14D82">
          <w:rPr>
            <w:color w:val="ED0000"/>
          </w:rPr>
          <w:t>Official</w:t>
        </w:r>
      </w:sdtContent>
    </w:sdt>
    <w:r w:rsidR="00463F67" w:rsidRPr="00114D82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1792CCF" wp14:editId="30B8D605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F748F8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792CCF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DF748F8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5812" w14:textId="77777777" w:rsidR="00CE77F0" w:rsidRPr="0022402E" w:rsidRDefault="00CE77F0" w:rsidP="0022402E">
      <w:pPr>
        <w:spacing w:before="240"/>
        <w:rPr>
          <w:lang w:val="en-US"/>
        </w:rPr>
      </w:pPr>
      <w:r w:rsidRPr="00114D82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165664D4" w14:textId="77777777" w:rsidR="00CE77F0" w:rsidRDefault="00CE77F0" w:rsidP="008E21DE">
      <w:pPr>
        <w:spacing w:before="0" w:after="0"/>
      </w:pPr>
      <w:r>
        <w:continuationSeparator/>
      </w:r>
    </w:p>
    <w:p w14:paraId="0B66D244" w14:textId="77777777" w:rsidR="00CE77F0" w:rsidRDefault="00CE77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73846" w14:textId="77777777" w:rsidR="00DD684D" w:rsidRDefault="00DD684D" w:rsidP="00DD684D">
    <w:pPr>
      <w:pStyle w:val="Header"/>
    </w:pPr>
    <w:r>
      <w:t>ORGANISATION NAME/DETAILS</w:t>
    </w:r>
  </w:p>
  <w:p w14:paraId="2136A515" w14:textId="77777777" w:rsidR="00013309" w:rsidRPr="00DD684D" w:rsidRDefault="00865523" w:rsidP="00FD2482">
    <w:pPr>
      <w:pStyle w:val="Header"/>
      <w:spacing w:after="120"/>
    </w:pPr>
    <w:r>
      <w:pict w14:anchorId="3225068D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BBED9" w14:textId="77777777" w:rsidR="00463F67" w:rsidRPr="00114D82" w:rsidRDefault="00865523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 w:rsidRPr="00114D82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9A5394"/>
    <w:multiLevelType w:val="multilevel"/>
    <w:tmpl w:val="69BE1636"/>
    <w:styleLink w:val="SDbulletlist"/>
    <w:lvl w:ilvl="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numFmt w:val="bullet"/>
      <w:pStyle w:val="ListBullet2"/>
      <w:lvlText w:val="–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numFmt w:val="bullet"/>
      <w:pStyle w:val="ListBullet3"/>
      <w:lvlText w:val="»"/>
      <w:lvlJc w:val="left"/>
      <w:pPr>
        <w:ind w:left="852" w:hanging="284"/>
      </w:pPr>
      <w:rPr>
        <w:rFonts w:ascii="Arial" w:hAnsi="Arial" w:hint="default"/>
      </w:rPr>
    </w:lvl>
    <w:lvl w:ilvl="3">
      <w:numFmt w:val="bullet"/>
      <w:pStyle w:val="ListBullet4"/>
      <w:lvlText w:val="+"/>
      <w:lvlJc w:val="left"/>
      <w:pPr>
        <w:ind w:left="1136" w:hanging="284"/>
      </w:pPr>
      <w:rPr>
        <w:rFonts w:ascii="Arial" w:hAnsi="Arial" w:hint="default"/>
      </w:rPr>
    </w:lvl>
    <w:lvl w:ilvl="4">
      <w:numFmt w:val="bullet"/>
      <w:pStyle w:val="ListBullet5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numFmt w:val="bullet"/>
      <w:lvlText w:val="–"/>
      <w:lvlJc w:val="left"/>
      <w:pPr>
        <w:ind w:left="1704" w:hanging="284"/>
      </w:pPr>
      <w:rPr>
        <w:rFonts w:ascii="Arial" w:hAnsi="Arial" w:hint="default"/>
        <w:color w:val="auto"/>
      </w:rPr>
    </w:lvl>
    <w:lvl w:ilvl="6">
      <w:numFmt w:val="bullet"/>
      <w:lvlText w:val="»"/>
      <w:lvlJc w:val="left"/>
      <w:pPr>
        <w:tabs>
          <w:tab w:val="num" w:pos="2064"/>
        </w:tabs>
        <w:ind w:left="1988" w:hanging="284"/>
      </w:pPr>
      <w:rPr>
        <w:rFonts w:ascii="Arial" w:hAnsi="Arial" w:hint="default"/>
      </w:rPr>
    </w:lvl>
    <w:lvl w:ilvl="7">
      <w:numFmt w:val="bullet"/>
      <w:lvlText w:val="+"/>
      <w:lvlJc w:val="left"/>
      <w:pPr>
        <w:tabs>
          <w:tab w:val="num" w:pos="2348"/>
        </w:tabs>
        <w:ind w:left="2272" w:hanging="284"/>
      </w:pPr>
      <w:rPr>
        <w:rFonts w:ascii="Arial" w:hAnsi="Arial" w:hint="default"/>
      </w:rPr>
    </w:lvl>
    <w:lvl w:ilvl="8">
      <w:numFmt w:val="bullet"/>
      <w:lvlText w:val=""/>
      <w:lvlJc w:val="left"/>
      <w:pPr>
        <w:tabs>
          <w:tab w:val="num" w:pos="2632"/>
        </w:tabs>
        <w:ind w:left="2556" w:hanging="284"/>
      </w:pPr>
      <w:rPr>
        <w:rFonts w:ascii="Wingdings" w:hAnsi="Wingdings" w:hint="default"/>
        <w:color w:val="auto"/>
      </w:rPr>
    </w:lvl>
  </w:abstractNum>
  <w:abstractNum w:abstractNumId="6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8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138"/>
    <w:multiLevelType w:val="multilevel"/>
    <w:tmpl w:val="A3380760"/>
    <w:numStyleLink w:val="List1Legal"/>
  </w:abstractNum>
  <w:abstractNum w:abstractNumId="10" w15:restartNumberingAfterBreak="0">
    <w:nsid w:val="31A8391D"/>
    <w:multiLevelType w:val="multilevel"/>
    <w:tmpl w:val="C284D0B0"/>
    <w:numStyleLink w:val="FigureNumbers"/>
  </w:abstractNum>
  <w:abstractNum w:abstractNumId="11" w15:restartNumberingAfterBreak="0">
    <w:nsid w:val="374F11D6"/>
    <w:multiLevelType w:val="multilevel"/>
    <w:tmpl w:val="131EEC6C"/>
    <w:numStyleLink w:val="TableNumbers"/>
  </w:abstractNum>
  <w:abstractNum w:abstractNumId="12" w15:restartNumberingAfterBreak="0">
    <w:nsid w:val="3D8D0E91"/>
    <w:multiLevelType w:val="multilevel"/>
    <w:tmpl w:val="2F7889CA"/>
    <w:numStyleLink w:val="AppendixNumbers"/>
  </w:abstractNum>
  <w:abstractNum w:abstractNumId="13" w15:restartNumberingAfterBreak="0">
    <w:nsid w:val="460B4F95"/>
    <w:multiLevelType w:val="multilevel"/>
    <w:tmpl w:val="DC7657F0"/>
    <w:numStyleLink w:val="NumberedHeadings"/>
  </w:abstractNum>
  <w:abstractNum w:abstractNumId="14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 w15:restartNumberingAfterBreak="0">
    <w:nsid w:val="5FA207C4"/>
    <w:multiLevelType w:val="hybridMultilevel"/>
    <w:tmpl w:val="BF86F1D6"/>
    <w:lvl w:ilvl="0" w:tplc="F246F2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9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20" w15:restartNumberingAfterBreak="0">
    <w:nsid w:val="738A4D83"/>
    <w:multiLevelType w:val="multilevel"/>
    <w:tmpl w:val="C1CA1B8A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 w15:restartNumberingAfterBreak="0">
    <w:nsid w:val="75592DFD"/>
    <w:multiLevelType w:val="multilevel"/>
    <w:tmpl w:val="C1CA1B8A"/>
    <w:numStyleLink w:val="DefaultBullets"/>
  </w:abstractNum>
  <w:num w:numId="1" w16cid:durableId="1960456781">
    <w:abstractNumId w:val="21"/>
  </w:num>
  <w:num w:numId="2" w16cid:durableId="430204627">
    <w:abstractNumId w:val="14"/>
  </w:num>
  <w:num w:numId="3" w16cid:durableId="1793472070">
    <w:abstractNumId w:val="20"/>
  </w:num>
  <w:num w:numId="4" w16cid:durableId="1753431680">
    <w:abstractNumId w:val="7"/>
  </w:num>
  <w:num w:numId="5" w16cid:durableId="1758750030">
    <w:abstractNumId w:val="4"/>
  </w:num>
  <w:num w:numId="6" w16cid:durableId="2087679980">
    <w:abstractNumId w:val="16"/>
  </w:num>
  <w:num w:numId="7" w16cid:durableId="1881673441">
    <w:abstractNumId w:val="19"/>
  </w:num>
  <w:num w:numId="8" w16cid:durableId="1234318621">
    <w:abstractNumId w:val="15"/>
  </w:num>
  <w:num w:numId="9" w16cid:durableId="1046101840">
    <w:abstractNumId w:val="6"/>
  </w:num>
  <w:num w:numId="10" w16cid:durableId="1201088331">
    <w:abstractNumId w:val="18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7"/>
  </w:num>
  <w:num w:numId="14" w16cid:durableId="343291214">
    <w:abstractNumId w:val="10"/>
  </w:num>
  <w:num w:numId="15" w16cid:durableId="1117331301">
    <w:abstractNumId w:val="9"/>
  </w:num>
  <w:num w:numId="16" w16cid:durableId="1742823293">
    <w:abstractNumId w:val="19"/>
  </w:num>
  <w:num w:numId="17" w16cid:durableId="2105681739">
    <w:abstractNumId w:val="8"/>
  </w:num>
  <w:num w:numId="18" w16cid:durableId="1767118343">
    <w:abstractNumId w:val="11"/>
  </w:num>
  <w:num w:numId="19" w16cid:durableId="395666950">
    <w:abstractNumId w:val="18"/>
  </w:num>
  <w:num w:numId="20" w16cid:durableId="744834881">
    <w:abstractNumId w:val="13"/>
  </w:num>
  <w:num w:numId="21" w16cid:durableId="1622565295">
    <w:abstractNumId w:val="12"/>
  </w:num>
  <w:num w:numId="22" w16cid:durableId="867183518">
    <w:abstractNumId w:val="2"/>
  </w:num>
  <w:num w:numId="23" w16cid:durableId="328362702">
    <w:abstractNumId w:val="0"/>
  </w:num>
  <w:num w:numId="24" w16cid:durableId="2051420041">
    <w:abstractNumId w:val="5"/>
  </w:num>
  <w:num w:numId="25" w16cid:durableId="1989744137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522"/>
    <w:rsid w:val="00013309"/>
    <w:rsid w:val="000249B9"/>
    <w:rsid w:val="000334E0"/>
    <w:rsid w:val="00037782"/>
    <w:rsid w:val="00061E14"/>
    <w:rsid w:val="00080615"/>
    <w:rsid w:val="000A33C6"/>
    <w:rsid w:val="000B0011"/>
    <w:rsid w:val="000C252F"/>
    <w:rsid w:val="000C5798"/>
    <w:rsid w:val="000D1115"/>
    <w:rsid w:val="000D3374"/>
    <w:rsid w:val="000D6562"/>
    <w:rsid w:val="000D7C76"/>
    <w:rsid w:val="00111FE2"/>
    <w:rsid w:val="00114D82"/>
    <w:rsid w:val="001169A7"/>
    <w:rsid w:val="0012631E"/>
    <w:rsid w:val="00143430"/>
    <w:rsid w:val="00167A69"/>
    <w:rsid w:val="00176B72"/>
    <w:rsid w:val="00195255"/>
    <w:rsid w:val="001E3027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04CF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A7D1B"/>
    <w:rsid w:val="005C599A"/>
    <w:rsid w:val="005D1AAA"/>
    <w:rsid w:val="00621AA4"/>
    <w:rsid w:val="00643763"/>
    <w:rsid w:val="0065343E"/>
    <w:rsid w:val="00664144"/>
    <w:rsid w:val="0067193F"/>
    <w:rsid w:val="00680F04"/>
    <w:rsid w:val="0069176C"/>
    <w:rsid w:val="0069504E"/>
    <w:rsid w:val="006B067A"/>
    <w:rsid w:val="006D2AAE"/>
    <w:rsid w:val="006D46FA"/>
    <w:rsid w:val="006D4A3D"/>
    <w:rsid w:val="006E386E"/>
    <w:rsid w:val="00761480"/>
    <w:rsid w:val="00761DF2"/>
    <w:rsid w:val="0076765C"/>
    <w:rsid w:val="00782769"/>
    <w:rsid w:val="00792F0D"/>
    <w:rsid w:val="00795A1A"/>
    <w:rsid w:val="00796DF3"/>
    <w:rsid w:val="007A1A84"/>
    <w:rsid w:val="007A1DC3"/>
    <w:rsid w:val="007A32A6"/>
    <w:rsid w:val="007B0B08"/>
    <w:rsid w:val="007B7908"/>
    <w:rsid w:val="007F34A2"/>
    <w:rsid w:val="0082494A"/>
    <w:rsid w:val="00825B16"/>
    <w:rsid w:val="00841B5A"/>
    <w:rsid w:val="00865523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270F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6457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B71A2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E77F0"/>
    <w:rsid w:val="00CF0836"/>
    <w:rsid w:val="00CF700D"/>
    <w:rsid w:val="00D1117D"/>
    <w:rsid w:val="00D12936"/>
    <w:rsid w:val="00D26448"/>
    <w:rsid w:val="00D51C66"/>
    <w:rsid w:val="00D55BB9"/>
    <w:rsid w:val="00D81030"/>
    <w:rsid w:val="00D934AC"/>
    <w:rsid w:val="00D94649"/>
    <w:rsid w:val="00DB1609"/>
    <w:rsid w:val="00DB22E4"/>
    <w:rsid w:val="00DC12BF"/>
    <w:rsid w:val="00DD684D"/>
    <w:rsid w:val="00DE075B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ED1522"/>
    <w:rsid w:val="00F34BEE"/>
    <w:rsid w:val="00F50E88"/>
    <w:rsid w:val="00F7698C"/>
    <w:rsid w:val="00F81326"/>
    <w:rsid w:val="00F86B38"/>
    <w:rsid w:val="00F9318C"/>
    <w:rsid w:val="00F95342"/>
    <w:rsid w:val="00F95D51"/>
    <w:rsid w:val="00FD2482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629288"/>
  <w15:chartTrackingRefBased/>
  <w15:docId w15:val="{34EA0B14-AF68-4B7D-8B39-F4AF8A2DB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E88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3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3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3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ED1522"/>
    <w:rPr>
      <w:kern w:val="32"/>
    </w:rPr>
  </w:style>
  <w:style w:type="character" w:customStyle="1" w:styleId="Authorinstruction">
    <w:name w:val="Author instruction"/>
    <w:uiPriority w:val="1"/>
    <w:qFormat/>
    <w:rsid w:val="00ED1522"/>
    <w:rPr>
      <w:color w:val="C00000"/>
    </w:rPr>
  </w:style>
  <w:style w:type="paragraph" w:customStyle="1" w:styleId="Tabletext">
    <w:name w:val="Table text"/>
    <w:basedOn w:val="Normal"/>
    <w:qFormat/>
    <w:rsid w:val="00ED1522"/>
    <w:pPr>
      <w:spacing w:before="0" w:after="0"/>
    </w:pPr>
    <w:rPr>
      <w:rFonts w:ascii="Arial" w:eastAsia="Times New Roman" w:hAnsi="Arial" w:cs="Arial"/>
      <w:color w:val="000000"/>
    </w:rPr>
  </w:style>
  <w:style w:type="paragraph" w:styleId="ListBullet">
    <w:name w:val="List Bullet"/>
    <w:basedOn w:val="Normal"/>
    <w:uiPriority w:val="99"/>
    <w:unhideWhenUsed/>
    <w:qFormat/>
    <w:rsid w:val="00ED1522"/>
    <w:pPr>
      <w:numPr>
        <w:numId w:val="24"/>
      </w:numPr>
      <w:ind w:left="0" w:firstLine="0"/>
    </w:pPr>
  </w:style>
  <w:style w:type="paragraph" w:styleId="ListBullet2">
    <w:name w:val="List Bullet 2"/>
    <w:basedOn w:val="Normal"/>
    <w:uiPriority w:val="99"/>
    <w:unhideWhenUsed/>
    <w:qFormat/>
    <w:rsid w:val="00ED1522"/>
    <w:pPr>
      <w:numPr>
        <w:ilvl w:val="1"/>
        <w:numId w:val="24"/>
      </w:numPr>
      <w:ind w:left="0" w:firstLine="0"/>
    </w:pPr>
  </w:style>
  <w:style w:type="paragraph" w:styleId="ListBullet3">
    <w:name w:val="List Bullet 3"/>
    <w:basedOn w:val="Normal"/>
    <w:uiPriority w:val="99"/>
    <w:unhideWhenUsed/>
    <w:qFormat/>
    <w:rsid w:val="00ED1522"/>
    <w:pPr>
      <w:numPr>
        <w:ilvl w:val="2"/>
        <w:numId w:val="24"/>
      </w:numPr>
      <w:ind w:left="0" w:firstLine="0"/>
    </w:pPr>
  </w:style>
  <w:style w:type="numbering" w:customStyle="1" w:styleId="SDbulletlist">
    <w:name w:val="SD bullet list"/>
    <w:uiPriority w:val="99"/>
    <w:rsid w:val="00ED1522"/>
    <w:pPr>
      <w:numPr>
        <w:numId w:val="24"/>
      </w:numPr>
    </w:pPr>
  </w:style>
  <w:style w:type="paragraph" w:styleId="ListBullet4">
    <w:name w:val="List Bullet 4"/>
    <w:basedOn w:val="Normal"/>
    <w:uiPriority w:val="99"/>
    <w:unhideWhenUsed/>
    <w:rsid w:val="00ED1522"/>
    <w:pPr>
      <w:numPr>
        <w:ilvl w:val="3"/>
        <w:numId w:val="24"/>
      </w:numPr>
      <w:ind w:left="0" w:firstLine="0"/>
    </w:pPr>
  </w:style>
  <w:style w:type="paragraph" w:styleId="ListBullet5">
    <w:name w:val="List Bullet 5"/>
    <w:basedOn w:val="Normal"/>
    <w:uiPriority w:val="99"/>
    <w:unhideWhenUsed/>
    <w:rsid w:val="00ED1522"/>
    <w:pPr>
      <w:numPr>
        <w:ilvl w:val="4"/>
        <w:numId w:val="24"/>
      </w:numPr>
      <w:ind w:left="0" w:firstLine="0"/>
    </w:pPr>
  </w:style>
  <w:style w:type="character" w:customStyle="1" w:styleId="bold">
    <w:name w:val="bold"/>
    <w:basedOn w:val="DefaultParagraphFont"/>
    <w:uiPriority w:val="1"/>
    <w:qFormat/>
    <w:rsid w:val="00ED1522"/>
    <w:rPr>
      <w:b/>
      <w:bCs/>
    </w:rPr>
  </w:style>
  <w:style w:type="table" w:customStyle="1" w:styleId="SD-MOStable">
    <w:name w:val="SD - MOS table"/>
    <w:basedOn w:val="TableNormal"/>
    <w:uiPriority w:val="99"/>
    <w:rsid w:val="00ED1522"/>
    <w:pPr>
      <w:spacing w:before="0" w:after="0"/>
    </w:pPr>
    <w:rPr>
      <w:rFonts w:ascii="Arial" w:hAnsi="Arial"/>
    </w:rPr>
    <w:tblPr>
      <w:tblStyleRowBandSize w:val="1"/>
      <w:tblStyleColBandSize w:val="1"/>
      <w:tblBorders>
        <w:top w:val="single" w:sz="4" w:space="0" w:color="0080A2"/>
        <w:left w:val="single" w:sz="4" w:space="0" w:color="0080A2"/>
        <w:bottom w:val="single" w:sz="4" w:space="0" w:color="0080A2"/>
        <w:right w:val="single" w:sz="4" w:space="0" w:color="0080A2"/>
        <w:insideH w:val="single" w:sz="4" w:space="0" w:color="0080A2"/>
        <w:insideV w:val="single" w:sz="4" w:space="0" w:color="0080A2"/>
      </w:tblBorders>
      <w:tblCellMar>
        <w:top w:w="113" w:type="dxa"/>
        <w:left w:w="57" w:type="dxa"/>
        <w:bottom w:w="113" w:type="dxa"/>
        <w:right w:w="57" w:type="dxa"/>
      </w:tblCellMar>
    </w:tblPr>
    <w:tcPr>
      <w:shd w:val="clear" w:color="auto" w:fill="auto"/>
    </w:tcPr>
    <w:tblStylePr w:type="firstRow">
      <w:pPr>
        <w:jc w:val="left"/>
      </w:pPr>
      <w:rPr>
        <w:rFonts w:ascii="Arial" w:hAnsi="Arial"/>
        <w:b/>
        <w:caps w:val="0"/>
        <w:smallCaps w:val="0"/>
        <w:color w:val="FFFFFF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80A2"/>
      </w:tcPr>
    </w:tblStylePr>
    <w:tblStylePr w:type="lastRow">
      <w:tblPr/>
      <w:tcPr>
        <w:shd w:val="clear" w:color="auto" w:fill="EBF6FC"/>
      </w:tcPr>
    </w:tblStylePr>
    <w:tblStylePr w:type="firstCol">
      <w:rPr>
        <w:b/>
      </w:rPr>
    </w:tblStylePr>
    <w:tblStylePr w:type="band1Vert">
      <w:tblPr/>
      <w:tcPr>
        <w:shd w:val="clear" w:color="auto" w:fill="F0F0F0"/>
      </w:tcPr>
    </w:tblStylePr>
    <w:tblStylePr w:type="band1Horz">
      <w:tblPr/>
      <w:tcPr>
        <w:shd w:val="clear" w:color="auto" w:fill="F0F0F0"/>
      </w:tcPr>
    </w:tblStylePr>
  </w:style>
  <w:style w:type="table" w:styleId="TableGridLight">
    <w:name w:val="Grid Table Light"/>
    <w:basedOn w:val="TableNormal"/>
    <w:uiPriority w:val="40"/>
    <w:rsid w:val="007F34A2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6Colorful-Accent2">
    <w:name w:val="List Table 6 Colorful Accent 2"/>
    <w:basedOn w:val="TableNormal"/>
    <w:uiPriority w:val="51"/>
    <w:rsid w:val="00796DF3"/>
    <w:pPr>
      <w:spacing w:after="0"/>
    </w:pPr>
    <w:rPr>
      <w:color w:val="005F79" w:themeColor="accent2" w:themeShade="BF"/>
    </w:r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80A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0FF" w:themeFill="accent2" w:themeFillTint="33"/>
      </w:tcPr>
    </w:tblStylePr>
    <w:tblStylePr w:type="band1Horz">
      <w:tblPr/>
      <w:tcPr>
        <w:shd w:val="clear" w:color="auto" w:fill="B9F0FF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B7C6C47CA97405CAB3CB9D1298B2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12AAC-BE08-4CDB-BF7D-2A1016E022E1}"/>
      </w:docPartPr>
      <w:docPartBody>
        <w:p w:rsidR="00E247FE" w:rsidRDefault="00E247FE">
          <w:pPr>
            <w:pStyle w:val="3B7C6C47CA97405CAB3CB9D1298B2D3E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F14"/>
    <w:rsid w:val="00113C4D"/>
    <w:rsid w:val="005A7D1B"/>
    <w:rsid w:val="00727E2B"/>
    <w:rsid w:val="00825B16"/>
    <w:rsid w:val="008D7F14"/>
    <w:rsid w:val="00D26448"/>
    <w:rsid w:val="00E20E30"/>
    <w:rsid w:val="00E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B7C6C47CA97405CAB3CB9D1298B2D3E">
    <w:name w:val="3B7C6C47CA97405CAB3CB9D1298B2D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09d1133f-994b-4ec9-8bcd-76b1f6ed9a8c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47bc000-5d24-4a58-bdb3-1d507d54dc98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19</TotalTime>
  <Pages>1</Pages>
  <Words>109</Words>
  <Characters>651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A19 Flight crew member flight and duty record - CAO 48.1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A19 Flight crew member flight and duty record - CAO 48.1</dc:title>
  <dc:subject/>
  <dc:creator>Bartholomew, Tina</dc:creator>
  <cp:keywords/>
  <dc:description/>
  <cp:lastModifiedBy>Bartholomew, Tina</cp:lastModifiedBy>
  <cp:revision>17</cp:revision>
  <dcterms:created xsi:type="dcterms:W3CDTF">2025-11-24T01:26:00Z</dcterms:created>
  <dcterms:modified xsi:type="dcterms:W3CDTF">2025-11-25T04:56:00Z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NOS-2025-0053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